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2E7B6D5A" w:rsidR="000C3FF0" w:rsidRPr="00E144D7" w:rsidRDefault="000665CD" w:rsidP="000C3FF0">
      <w:pPr>
        <w:pStyle w:val="Heading1"/>
      </w:pPr>
      <w:bookmarkStart w:id="0" w:name="_Toc370037312"/>
      <w:r>
        <w:rPr>
          <w:rFonts w:cs="Calibri"/>
          <w:sz w:val="32"/>
          <w:szCs w:val="32"/>
        </w:rPr>
        <w:t xml:space="preserve"> </w:t>
      </w:r>
      <w:r w:rsidR="00B4090F">
        <w:rPr>
          <w:rFonts w:cs="Calibri"/>
          <w:sz w:val="32"/>
          <w:szCs w:val="32"/>
        </w:rPr>
        <w:t xml:space="preserve">  </w:t>
      </w:r>
      <w:r w:rsidR="00FD5E94"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1CC18401" w14:textId="3D614411" w:rsidR="00FD5E94" w:rsidRPr="00F637CE" w:rsidRDefault="001D4C4F" w:rsidP="00B33BE7">
      <w:pPr>
        <w:ind w:left="288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16DA5947" w:rsidR="00FD5E94" w:rsidRPr="00F637CE" w:rsidRDefault="00B33BE7" w:rsidP="00B33BE7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637CE" w:rsidRPr="00F637CE">
        <w:rPr>
          <w:rFonts w:ascii="Calibri" w:hAnsi="Calibri" w:cs="Calibri"/>
          <w:lang w:val="en-GB"/>
        </w:rPr>
        <w:t>Bairiki, Tarawa</w:t>
      </w:r>
    </w:p>
    <w:p w14:paraId="13BF1C55" w14:textId="59CE8595" w:rsidR="00FD5E94" w:rsidRPr="00E144D7" w:rsidRDefault="00B33BE7" w:rsidP="00B33BE7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                                                                         </w:t>
      </w:r>
      <w:r w:rsidR="00FD5E94"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0673680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5474B13B" w:rsidR="000C3FF0" w:rsidRPr="00E144D7" w:rsidRDefault="000C3FF0" w:rsidP="00DE7366">
      <w:pPr>
        <w:pStyle w:val="Heading2"/>
        <w:tabs>
          <w:tab w:val="left" w:pos="2890"/>
        </w:tabs>
        <w:spacing w:after="0"/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bookmarkEnd w:id="2"/>
      <w:bookmarkEnd w:id="3"/>
      <w:bookmarkEnd w:id="4"/>
      <w:bookmarkEnd w:id="5"/>
      <w:r w:rsidR="00A336A6">
        <w:rPr>
          <w:sz w:val="24"/>
          <w:szCs w:val="24"/>
        </w:rPr>
        <w:tab/>
        <w:t>21-G007-24</w:t>
      </w:r>
    </w:p>
    <w:p w14:paraId="63FF277A" w14:textId="6FECCA26" w:rsidR="00741DDD" w:rsidRPr="00E144D7" w:rsidRDefault="00741DDD" w:rsidP="00DE7366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="00874906">
        <w:rPr>
          <w:rFonts w:cs="Calibri"/>
          <w:sz w:val="24"/>
          <w:lang w:val="en-GB"/>
        </w:rPr>
        <w:t xml:space="preserve"> </w:t>
      </w:r>
      <w:r w:rsidRPr="00E144D7">
        <w:rPr>
          <w:rFonts w:cs="Calibri"/>
          <w:sz w:val="24"/>
          <w:lang w:val="en-GB"/>
        </w:rPr>
        <w:tab/>
      </w:r>
      <w:r w:rsidR="00A336A6">
        <w:rPr>
          <w:rFonts w:cs="Calibri"/>
          <w:sz w:val="24"/>
          <w:lang w:val="en-GB"/>
        </w:rPr>
        <w:t>1</w:t>
      </w:r>
      <w:r w:rsidR="00DE7366">
        <w:rPr>
          <w:rFonts w:cs="Calibri"/>
          <w:sz w:val="24"/>
          <w:lang w:val="en-GB"/>
        </w:rPr>
        <w:t>8</w:t>
      </w:r>
      <w:r w:rsidR="00A336A6">
        <w:rPr>
          <w:rFonts w:cs="Calibri"/>
          <w:sz w:val="24"/>
          <w:lang w:val="en-GB"/>
        </w:rPr>
        <w:t xml:space="preserve"> </w:t>
      </w:r>
      <w:r w:rsidR="00A66C7E">
        <w:rPr>
          <w:rFonts w:cs="Calibri"/>
          <w:sz w:val="24"/>
          <w:lang w:val="en-GB"/>
        </w:rPr>
        <w:t>July</w:t>
      </w:r>
      <w:r w:rsidR="00A336A6">
        <w:rPr>
          <w:rFonts w:cs="Calibri"/>
          <w:sz w:val="24"/>
          <w:lang w:val="en-GB"/>
        </w:rPr>
        <w:t xml:space="preserve"> 2024</w:t>
      </w:r>
    </w:p>
    <w:p w14:paraId="4E9A6489" w14:textId="2BCD78C0" w:rsidR="00741DDD" w:rsidRPr="006E4984" w:rsidRDefault="00741DDD" w:rsidP="00DE7366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A336A6">
        <w:rPr>
          <w:rFonts w:cs="Calibri"/>
          <w:sz w:val="24"/>
          <w:lang w:val="en-GB"/>
        </w:rPr>
        <w:t>1</w:t>
      </w:r>
      <w:r w:rsidR="003523FE">
        <w:rPr>
          <w:rFonts w:cs="Calibri"/>
          <w:sz w:val="24"/>
          <w:lang w:val="en-GB"/>
        </w:rPr>
        <w:t>2</w:t>
      </w:r>
      <w:r w:rsidR="00A336A6">
        <w:rPr>
          <w:rFonts w:cs="Calibri"/>
          <w:sz w:val="24"/>
          <w:lang w:val="en-GB"/>
        </w:rPr>
        <w:t xml:space="preserve"> </w:t>
      </w:r>
      <w:r w:rsidR="00A66C7E">
        <w:rPr>
          <w:rFonts w:cs="Calibri"/>
          <w:sz w:val="24"/>
          <w:lang w:val="en-GB"/>
        </w:rPr>
        <w:t>August</w:t>
      </w:r>
      <w:r w:rsidR="00A336A6">
        <w:rPr>
          <w:rFonts w:cs="Calibri"/>
          <w:sz w:val="24"/>
          <w:lang w:val="en-GB"/>
        </w:rPr>
        <w:t xml:space="preserve"> 2024</w:t>
      </w:r>
    </w:p>
    <w:p w14:paraId="1A874E9E" w14:textId="6C8D4C60" w:rsidR="00DE7366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ED4F35">
        <w:rPr>
          <w:rFonts w:cs="Calibri"/>
          <w:sz w:val="24"/>
          <w:lang w:val="en-GB"/>
        </w:rPr>
        <w:t>Procurement of s</w:t>
      </w:r>
      <w:r w:rsidR="006E4984">
        <w:rPr>
          <w:rFonts w:cs="Calibri"/>
          <w:sz w:val="24"/>
          <w:lang w:val="en-GB"/>
        </w:rPr>
        <w:t xml:space="preserve">upply of </w:t>
      </w:r>
      <w:r w:rsidR="00DE7366">
        <w:rPr>
          <w:rFonts w:cs="Calibri"/>
          <w:sz w:val="24"/>
          <w:lang w:val="en-GB"/>
        </w:rPr>
        <w:t>4</w:t>
      </w:r>
      <w:r w:rsidR="00ED4F35">
        <w:rPr>
          <w:rFonts w:cs="Calibri"/>
          <w:sz w:val="24"/>
          <w:lang w:val="en-GB"/>
        </w:rPr>
        <w:t xml:space="preserve"> </w:t>
      </w:r>
      <w:r w:rsidR="00901FF7">
        <w:rPr>
          <w:rFonts w:cs="Calibri"/>
          <w:sz w:val="24"/>
          <w:lang w:val="en-GB"/>
        </w:rPr>
        <w:t xml:space="preserve">brand new </w:t>
      </w:r>
      <w:r w:rsidR="00ED4F35">
        <w:rPr>
          <w:rFonts w:cs="Calibri"/>
          <w:sz w:val="24"/>
          <w:lang w:val="en-GB"/>
        </w:rPr>
        <w:t xml:space="preserve">MFMRD Office </w:t>
      </w:r>
      <w:r w:rsidR="00874906">
        <w:rPr>
          <w:rFonts w:cs="Calibri"/>
          <w:sz w:val="24"/>
          <w:lang w:val="en-GB"/>
        </w:rPr>
        <w:t>Vehicles</w:t>
      </w:r>
      <w:r w:rsidR="00DE7366">
        <w:rPr>
          <w:rFonts w:cs="Calibri"/>
          <w:sz w:val="24"/>
          <w:lang w:val="en-GB"/>
        </w:rPr>
        <w:t xml:space="preserve"> as below</w:t>
      </w:r>
      <w:r w:rsidR="00ED4F35">
        <w:rPr>
          <w:rFonts w:cs="Calibri"/>
          <w:sz w:val="24"/>
          <w:lang w:val="en-GB"/>
        </w:rPr>
        <w:t>,</w:t>
      </w:r>
    </w:p>
    <w:p w14:paraId="2ECE0C48" w14:textId="77777777" w:rsidR="00DE7366" w:rsidRDefault="00DE7366" w:rsidP="00330F96">
      <w:pPr>
        <w:pStyle w:val="HeadingPage1stuff"/>
        <w:numPr>
          <w:ilvl w:val="0"/>
          <w:numId w:val="4"/>
        </w:numPr>
        <w:tabs>
          <w:tab w:val="left" w:pos="2835"/>
        </w:tabs>
        <w:spacing w:after="0" w:line="240" w:lineRule="auto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 xml:space="preserve">1 </w:t>
      </w:r>
      <w:r w:rsidR="00ED4F35">
        <w:rPr>
          <w:rFonts w:cs="Calibri"/>
          <w:sz w:val="24"/>
          <w:lang w:val="en-GB"/>
        </w:rPr>
        <w:t xml:space="preserve">Big bus, </w:t>
      </w:r>
    </w:p>
    <w:p w14:paraId="093FC7EF" w14:textId="77777777" w:rsidR="00DE7366" w:rsidRDefault="00DE7366" w:rsidP="00330F96">
      <w:pPr>
        <w:pStyle w:val="HeadingPage1stuff"/>
        <w:numPr>
          <w:ilvl w:val="0"/>
          <w:numId w:val="4"/>
        </w:numPr>
        <w:tabs>
          <w:tab w:val="left" w:pos="2835"/>
        </w:tabs>
        <w:spacing w:after="0" w:line="240" w:lineRule="auto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 xml:space="preserve">1 </w:t>
      </w:r>
      <w:r w:rsidR="00ED4F35">
        <w:rPr>
          <w:rFonts w:cs="Calibri"/>
          <w:sz w:val="24"/>
          <w:lang w:val="en-GB"/>
        </w:rPr>
        <w:t xml:space="preserve">Mini bus </w:t>
      </w:r>
    </w:p>
    <w:p w14:paraId="12F5D990" w14:textId="77777777" w:rsidR="00DE7366" w:rsidRDefault="00DE7366" w:rsidP="00330F96">
      <w:pPr>
        <w:pStyle w:val="HeadingPage1stuff"/>
        <w:numPr>
          <w:ilvl w:val="0"/>
          <w:numId w:val="4"/>
        </w:numPr>
        <w:tabs>
          <w:tab w:val="left" w:pos="2835"/>
        </w:tabs>
        <w:spacing w:after="0" w:line="240" w:lineRule="auto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 xml:space="preserve">2 </w:t>
      </w:r>
      <w:r w:rsidR="00ED4F35">
        <w:rPr>
          <w:rFonts w:cs="Calibri"/>
          <w:sz w:val="24"/>
          <w:lang w:val="en-GB"/>
        </w:rPr>
        <w:t xml:space="preserve"> Double cab </w:t>
      </w:r>
      <w:r w:rsidR="00CD0960">
        <w:rPr>
          <w:rFonts w:cs="Calibri"/>
          <w:sz w:val="24"/>
          <w:lang w:val="en-GB"/>
        </w:rPr>
        <w:t>truck</w:t>
      </w:r>
    </w:p>
    <w:p w14:paraId="140FC738" w14:textId="2E1F6C8E" w:rsidR="00741DDD" w:rsidRPr="00DE7366" w:rsidRDefault="00DE7366" w:rsidP="00DE7366">
      <w:pPr>
        <w:pStyle w:val="HeadingPage1stuff"/>
        <w:tabs>
          <w:tab w:val="left" w:pos="2835"/>
        </w:tabs>
        <w:spacing w:after="0" w:line="240" w:lineRule="auto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 w:eastAsia="ko-KR"/>
        </w:rPr>
        <w:t>With details of the vehicles</w:t>
      </w:r>
      <w:r w:rsidR="00CD0960" w:rsidRPr="00DE7366">
        <w:rPr>
          <w:rFonts w:cs="Calibri"/>
          <w:sz w:val="24"/>
          <w:lang w:val="en-GB"/>
        </w:rPr>
        <w:t xml:space="preserve"> as described</w:t>
      </w:r>
      <w:r w:rsidR="00874906" w:rsidRPr="00DE7366">
        <w:rPr>
          <w:rFonts w:cs="Calibri"/>
          <w:sz w:val="24"/>
          <w:lang w:val="en-GB"/>
        </w:rPr>
        <w:t xml:space="preserve"> in the specification</w:t>
      </w:r>
      <w:r w:rsidR="00EB0E82">
        <w:rPr>
          <w:rFonts w:cs="Calibri"/>
          <w:sz w:val="24"/>
          <w:lang w:val="en-GB"/>
        </w:rPr>
        <w:t xml:space="preserve"> template provided.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330F96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2E3BF598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0ECE733E" w14:textId="4A44DD2E" w:rsidR="00B33BE7" w:rsidRDefault="00B33BE7" w:rsidP="00B33B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8240" behindDoc="0" locked="0" layoutInCell="1" allowOverlap="1" wp14:anchorId="6207840E" wp14:editId="306D6AC8">
            <wp:simplePos x="0" y="0"/>
            <wp:positionH relativeFrom="margin">
              <wp:align>left</wp:align>
            </wp:positionH>
            <wp:positionV relativeFrom="paragraph">
              <wp:posOffset>57785</wp:posOffset>
            </wp:positionV>
            <wp:extent cx="828675" cy="670560"/>
            <wp:effectExtent l="0" t="0" r="9525" b="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BBBE1" w14:textId="74D5D477" w:rsidR="00B33BE7" w:rsidRDefault="00B33BE7" w:rsidP="00B33B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</w:p>
    <w:p w14:paraId="4A4A116E" w14:textId="06C4BB80" w:rsidR="00B33BE7" w:rsidRDefault="00B33BE7" w:rsidP="00B33B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</w:p>
    <w:p w14:paraId="1E659046" w14:textId="168B8666" w:rsidR="00FD5E94" w:rsidRPr="00E144D7" w:rsidRDefault="00FD5E94" w:rsidP="00B33B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7B878411" w:rsidR="00FD5E94" w:rsidRDefault="004D5CC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Mr. Riibeta Abeta</w:t>
      </w:r>
    </w:p>
    <w:p w14:paraId="42BE47C7" w14:textId="6B0A6575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70A655D7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>Official email</w:t>
      </w:r>
      <w:r w:rsidR="00273184">
        <w:rPr>
          <w:rFonts w:ascii="Calibri" w:hAnsi="Calibri" w:cs="Calibri"/>
          <w:lang w:val="en-GB" w:eastAsia="ko-KR"/>
        </w:rPr>
        <w:t xml:space="preserve"> ad</w:t>
      </w:r>
      <w:r w:rsidR="00B33BE7">
        <w:rPr>
          <w:rFonts w:ascii="Calibri" w:hAnsi="Calibri" w:cs="Calibri"/>
          <w:lang w:val="en-GB" w:eastAsia="ko-KR"/>
        </w:rPr>
        <w:t>d</w:t>
      </w:r>
      <w:r w:rsidR="00273184">
        <w:rPr>
          <w:rFonts w:ascii="Calibri" w:hAnsi="Calibri" w:cs="Calibri"/>
          <w:lang w:val="en-GB" w:eastAsia="ko-KR"/>
        </w:rPr>
        <w:t>ress</w:t>
      </w:r>
      <w:r w:rsidR="00407984">
        <w:rPr>
          <w:rFonts w:ascii="Calibri" w:hAnsi="Calibri" w:cs="Calibri"/>
          <w:lang w:val="en-GB" w:eastAsia="ko-KR"/>
        </w:rPr>
        <w:t>:</w:t>
      </w:r>
      <w:r w:rsidR="00273184">
        <w:rPr>
          <w:rFonts w:ascii="Calibri" w:hAnsi="Calibri" w:cs="Calibri"/>
          <w:lang w:val="en-GB" w:eastAsia="ko-KR"/>
        </w:rPr>
        <w:t xml:space="preserve"> </w:t>
      </w:r>
      <w:hyperlink r:id="rId12" w:history="1">
        <w:r w:rsidR="00273184" w:rsidRPr="00C3223B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B33BE7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60F29" w14:textId="77777777" w:rsidR="00F644F5" w:rsidRDefault="00F644F5">
      <w:r>
        <w:separator/>
      </w:r>
    </w:p>
  </w:endnote>
  <w:endnote w:type="continuationSeparator" w:id="0">
    <w:p w14:paraId="4CDC91A3" w14:textId="77777777" w:rsidR="00F644F5" w:rsidRDefault="00F6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B825EA" w:rsidRPr="00B825E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B825EA" w:rsidRPr="00B825E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5558A6D9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523FE">
      <w:rPr>
        <w:noProof/>
      </w:rPr>
      <w:t>2024-07-18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54EA0" w14:textId="77777777" w:rsidR="00F644F5" w:rsidRDefault="00F644F5">
      <w:r>
        <w:separator/>
      </w:r>
    </w:p>
  </w:footnote>
  <w:footnote w:type="continuationSeparator" w:id="0">
    <w:p w14:paraId="71625D0F" w14:textId="77777777" w:rsidR="00F644F5" w:rsidRDefault="00F64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3FA7066A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2D2C9F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2D2C9F">
      <w:rPr>
        <w:rStyle w:val="Strong"/>
        <w:rFonts w:asciiTheme="minorHAnsi" w:hAnsiTheme="minorHAnsi" w:cstheme="minorHAnsi"/>
        <w:szCs w:val="24"/>
      </w:rPr>
      <w:t>G00</w:t>
    </w:r>
    <w:r w:rsidR="00A336A6">
      <w:rPr>
        <w:rStyle w:val="Strong"/>
        <w:rFonts w:asciiTheme="minorHAnsi" w:hAnsiTheme="minorHAnsi" w:cstheme="minorHAnsi"/>
        <w:szCs w:val="24"/>
      </w:rPr>
      <w:t>7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2D2C9F">
      <w:rPr>
        <w:rStyle w:val="Strong"/>
        <w:rFonts w:asciiTheme="minorHAnsi" w:hAnsiTheme="minorHAnsi" w:cstheme="minorHAnsi"/>
        <w:szCs w:val="24"/>
      </w:rPr>
      <w:t>2</w:t>
    </w:r>
    <w:r w:rsidR="00A336A6">
      <w:rPr>
        <w:rStyle w:val="Strong"/>
        <w:rFonts w:asciiTheme="minorHAnsi" w:hAnsiTheme="minorHAnsi" w:cstheme="minorHAnsi"/>
        <w:szCs w:val="24"/>
      </w:rPr>
      <w:t>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3F277FBA"/>
    <w:multiLevelType w:val="hybridMultilevel"/>
    <w:tmpl w:val="CD58540E"/>
    <w:lvl w:ilvl="0" w:tplc="0C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927301952">
    <w:abstractNumId w:val="0"/>
  </w:num>
  <w:num w:numId="2" w16cid:durableId="2083139007">
    <w:abstractNumId w:val="3"/>
  </w:num>
  <w:num w:numId="3" w16cid:durableId="453401500">
    <w:abstractNumId w:val="2"/>
  </w:num>
  <w:num w:numId="4" w16cid:durableId="208680477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55BC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5CD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3184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C9F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0F96"/>
    <w:rsid w:val="00331FA4"/>
    <w:rsid w:val="003337AC"/>
    <w:rsid w:val="0033460E"/>
    <w:rsid w:val="0033497E"/>
    <w:rsid w:val="00334F9F"/>
    <w:rsid w:val="00340FDE"/>
    <w:rsid w:val="00344260"/>
    <w:rsid w:val="00344C61"/>
    <w:rsid w:val="00345A46"/>
    <w:rsid w:val="00345E7A"/>
    <w:rsid w:val="00347AF5"/>
    <w:rsid w:val="0035158F"/>
    <w:rsid w:val="003523FE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2499"/>
    <w:rsid w:val="00404488"/>
    <w:rsid w:val="00405E18"/>
    <w:rsid w:val="00405E93"/>
    <w:rsid w:val="004062F8"/>
    <w:rsid w:val="00407984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0B6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180C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5CC2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0EC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15C7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32A1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477A"/>
    <w:rsid w:val="006C5DCF"/>
    <w:rsid w:val="006C71EF"/>
    <w:rsid w:val="006D08FE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83B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1ED6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4D5E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906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C7CFB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1FF7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4EB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2D0"/>
    <w:rsid w:val="009E1485"/>
    <w:rsid w:val="009E278C"/>
    <w:rsid w:val="009E4037"/>
    <w:rsid w:val="009E5A48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36A6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C7E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2F01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0CC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BE7"/>
    <w:rsid w:val="00B349D2"/>
    <w:rsid w:val="00B34A5D"/>
    <w:rsid w:val="00B35269"/>
    <w:rsid w:val="00B372E6"/>
    <w:rsid w:val="00B37925"/>
    <w:rsid w:val="00B37968"/>
    <w:rsid w:val="00B40113"/>
    <w:rsid w:val="00B4090F"/>
    <w:rsid w:val="00B40CCE"/>
    <w:rsid w:val="00B414B4"/>
    <w:rsid w:val="00B423D1"/>
    <w:rsid w:val="00B42F07"/>
    <w:rsid w:val="00B43982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5EA"/>
    <w:rsid w:val="00B828C0"/>
    <w:rsid w:val="00B83EE2"/>
    <w:rsid w:val="00B85827"/>
    <w:rsid w:val="00B8638D"/>
    <w:rsid w:val="00B86722"/>
    <w:rsid w:val="00B86E4C"/>
    <w:rsid w:val="00B877B3"/>
    <w:rsid w:val="00B90B8B"/>
    <w:rsid w:val="00B90BE6"/>
    <w:rsid w:val="00B91240"/>
    <w:rsid w:val="00B9174B"/>
    <w:rsid w:val="00B919A3"/>
    <w:rsid w:val="00B91E8F"/>
    <w:rsid w:val="00B92460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0960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36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0E82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C682C"/>
    <w:rsid w:val="00ED10DE"/>
    <w:rsid w:val="00ED1288"/>
    <w:rsid w:val="00ED463D"/>
    <w:rsid w:val="00ED4F35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44F5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F99FB0-FD31-48CF-B596-15D7F3C636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4350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1594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22</cp:revision>
  <cp:lastPrinted>2013-10-18T08:32:00Z</cp:lastPrinted>
  <dcterms:created xsi:type="dcterms:W3CDTF">2023-02-01T03:18:00Z</dcterms:created>
  <dcterms:modified xsi:type="dcterms:W3CDTF">2024-07-18T05:03:00Z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